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E3" w:rsidRDefault="00E72BF7" w:rsidP="00E72B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for Caldecott Books</w:t>
      </w:r>
    </w:p>
    <w:p w:rsidR="00E72BF7" w:rsidRDefault="00E72BF7" w:rsidP="00E72B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72BF7" w:rsidRDefault="00E72BF7" w:rsidP="00E72B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were shown all four books.  They were to get into groups based on which books they liked the most.  If they chose either “Mr. </w:t>
      </w:r>
      <w:proofErr w:type="spellStart"/>
      <w:r>
        <w:rPr>
          <w:rFonts w:ascii="Times New Roman" w:hAnsi="Times New Roman" w:cs="Times New Roman"/>
          <w:sz w:val="24"/>
          <w:szCs w:val="24"/>
        </w:rPr>
        <w:t>Wuffles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or “Flora and the Flamingo,” their assignment would be to tell the story using their own words and what they believe the story is about.  They would need to have a beginning, middle, and end.  Also, the main components such as setting, characters, etc., would be graded.  </w:t>
      </w:r>
    </w:p>
    <w:p w:rsidR="00E72BF7" w:rsidRPr="00E72BF7" w:rsidRDefault="00E72BF7" w:rsidP="00E72BF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 students choose </w:t>
      </w:r>
      <w:r w:rsidR="005E3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Locomotive</w:t>
      </w:r>
      <w:r w:rsidR="005E3D1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="005E3D1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Journey</w:t>
      </w:r>
      <w:r w:rsidR="005E3D1C">
        <w:rPr>
          <w:rFonts w:ascii="Times New Roman" w:hAnsi="Times New Roman" w:cs="Times New Roman"/>
          <w:sz w:val="24"/>
          <w:szCs w:val="24"/>
        </w:rPr>
        <w:t xml:space="preserve">”, I would have students tell a story about their own destination.  I felt these two books looked at a destination/journey.  I would like to have students pick a place they would like to go and draw how they would get there.  Their grade would be based on creativity and a complete story.  </w:t>
      </w:r>
      <w:bookmarkStart w:id="0" w:name="_GoBack"/>
      <w:bookmarkEnd w:id="0"/>
    </w:p>
    <w:sectPr w:rsidR="00E72BF7" w:rsidRPr="00E72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F7"/>
    <w:rsid w:val="004506E1"/>
    <w:rsid w:val="005E3D1C"/>
    <w:rsid w:val="009E1807"/>
    <w:rsid w:val="00E7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D5944442</Template>
  <TotalTime>14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Garlow</dc:creator>
  <cp:lastModifiedBy>Lisa Garlow</cp:lastModifiedBy>
  <cp:revision>1</cp:revision>
  <dcterms:created xsi:type="dcterms:W3CDTF">2015-03-20T15:30:00Z</dcterms:created>
  <dcterms:modified xsi:type="dcterms:W3CDTF">2015-03-20T15:44:00Z</dcterms:modified>
</cp:coreProperties>
</file>